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C8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DF72DC4" w14:textId="77777777" w:rsidR="00333280" w:rsidRPr="00E475CC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39A142A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7A86110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447FAA9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867D306" w14:textId="63CF9ED6" w:rsidR="004175C6" w:rsidRPr="00D70344" w:rsidRDefault="004175C6" w:rsidP="004175C6">
      <w:pPr>
        <w:pStyle w:val="Bulleted2"/>
        <w:rPr>
          <w:rFonts w:ascii="Arial" w:hAnsi="Arial"/>
          <w:lang w:val="fr-FR"/>
        </w:rPr>
      </w:pPr>
      <w:r w:rsidRPr="00D70344">
        <w:rPr>
          <w:rFonts w:ascii="Arial" w:hAnsi="Arial"/>
          <w:lang w:val="fr-FR"/>
        </w:rPr>
        <w:t>réservoir de chasse à encastrer</w:t>
      </w:r>
      <w:r w:rsidR="003C7987" w:rsidRPr="00D70344">
        <w:rPr>
          <w:rFonts w:ascii="Arial" w:hAnsi="Arial"/>
          <w:lang w:val="fr-FR"/>
        </w:rPr>
        <w:t xml:space="preserve"> </w:t>
      </w:r>
      <w:r w:rsidRPr="00D70344">
        <w:rPr>
          <w:rFonts w:ascii="Arial" w:hAnsi="Arial"/>
          <w:lang w:val="fr-FR"/>
        </w:rPr>
        <w:t xml:space="preserve">: </w:t>
      </w:r>
      <w:r w:rsidR="00D70344">
        <w:rPr>
          <w:rFonts w:ascii="Arial" w:hAnsi="Arial"/>
          <w:lang w:val="fr-FR"/>
        </w:rPr>
        <w:br/>
      </w:r>
      <w:r w:rsidRPr="00D70344">
        <w:rPr>
          <w:rFonts w:ascii="Arial" w:hAnsi="Arial"/>
          <w:lang w:val="fr-FR"/>
        </w:rPr>
        <w:t xml:space="preserve">voir </w:t>
      </w:r>
      <w:r w:rsidR="00D70344">
        <w:rPr>
          <w:rFonts w:ascii="Arial" w:hAnsi="Arial"/>
          <w:lang w:val="fr-FR"/>
        </w:rPr>
        <w:t>DESCRIPTION DETAILLEE DU RESERVOIR DE CHASSE A ENCASTRER</w:t>
      </w:r>
    </w:p>
    <w:p w14:paraId="22177EC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A67337D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42F402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BC7721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032DC7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6A41ADC1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74B3B92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DD3DB0D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387442F" w14:textId="5E4A4E3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3FDB5DB9" w14:textId="77777777" w:rsidR="00551164" w:rsidRPr="00F86A6E" w:rsidRDefault="00551164" w:rsidP="0055116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674F9D55" w14:textId="77777777" w:rsidR="00676154" w:rsidRPr="0082047F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453B30C" w14:textId="77777777" w:rsidR="00631767" w:rsidRPr="00E8689E" w:rsidRDefault="0082047F" w:rsidP="00421D4A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4DA6842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827EE83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EF5C91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6316036" w14:textId="3446014B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D3F150F" w14:textId="77777777" w:rsidR="00297933" w:rsidRPr="000C02D1" w:rsidRDefault="00297933" w:rsidP="00297933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1F44C911" w14:textId="47AD1ECD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3A20AC">
        <w:rPr>
          <w:rFonts w:ascii="Arial" w:hAnsi="Arial" w:cs="Arial"/>
          <w:lang w:val="fr-FR"/>
        </w:rPr>
        <w:t>acoustique</w:t>
      </w:r>
    </w:p>
    <w:p w14:paraId="2CE255A9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1FD0EFD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6434A42C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28B28E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FAC9BCE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3A558CB" w14:textId="77777777" w:rsidTr="002D7048">
        <w:tc>
          <w:tcPr>
            <w:tcW w:w="1441" w:type="dxa"/>
          </w:tcPr>
          <w:p w14:paraId="5BE1F3A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64DCC0E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7199DBE5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695E3D7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F528E7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D3134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22FBDC4" w14:textId="77777777" w:rsidTr="002D7048">
        <w:tc>
          <w:tcPr>
            <w:tcW w:w="1441" w:type="dxa"/>
          </w:tcPr>
          <w:p w14:paraId="694C275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8DBB9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D61CC1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E0934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180139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7B81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3A20AC" w14:paraId="404A3975" w14:textId="77777777" w:rsidTr="002D7048">
        <w:tc>
          <w:tcPr>
            <w:tcW w:w="1441" w:type="dxa"/>
          </w:tcPr>
          <w:p w14:paraId="1C8FBA5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0EC16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0C1CEC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A8325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A065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53C8C7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7A8B1C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5C08B7F" w14:textId="705BA45B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6B46061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0E2298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F5FF40A" w14:textId="06BD332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35FBE20" w14:textId="2AE138FA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53A9A3" w14:textId="5EBEA189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47EF77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8BA08F" w14:textId="77777777" w:rsidR="00297933" w:rsidRPr="00E2608B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0B9B7820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65C25DC" w14:textId="77777777" w:rsidR="00297933" w:rsidRPr="00E2608B" w:rsidRDefault="00297933" w:rsidP="00297933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E2608B">
        <w:rPr>
          <w:rFonts w:ascii="Arial" w:hAnsi="Arial" w:cs="Arial"/>
          <w:b/>
          <w:bCs/>
        </w:rPr>
        <w:t>Description générale</w:t>
      </w:r>
    </w:p>
    <w:p w14:paraId="782558A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BC65EC0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42DB735" w14:textId="77777777" w:rsidR="00297933" w:rsidRPr="00F86A6E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8DA1C5C" w14:textId="77777777" w:rsidR="00297933" w:rsidRPr="00A90015" w:rsidRDefault="00297933" w:rsidP="00297933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Matériaux et caractéristiques</w:t>
      </w:r>
    </w:p>
    <w:p w14:paraId="227EC06D" w14:textId="77777777" w:rsidR="00297933" w:rsidRPr="00981C24" w:rsidRDefault="00297933" w:rsidP="0029793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Matériau</w:t>
      </w:r>
    </w:p>
    <w:p w14:paraId="73A8E89E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1F0D921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7FC697D5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0BBC636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3EAFB49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5B02726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01DAD2BF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2D39944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4AABA22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791BA5" w14:textId="77777777" w:rsidR="00297933" w:rsidRPr="00702017" w:rsidRDefault="00297933" w:rsidP="00297933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226627C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59CE4D9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F041C5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BC03FB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95886C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43838F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BEE5B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23592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C3E494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6C8E8DD9" w14:textId="77777777" w:rsidR="00297933" w:rsidRPr="00075563" w:rsidRDefault="00297933" w:rsidP="00297933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3E4A23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530C0EB" w14:textId="77777777" w:rsidR="00297933" w:rsidRPr="00783921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1A65F182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3EEBE8C" w14:textId="77777777" w:rsidR="00297933" w:rsidRPr="00546B3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0910F527" w14:textId="77777777" w:rsidR="00297933" w:rsidRPr="0005309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A99890B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1F2B6DD3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020F0AC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ABDD916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03E22B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AC5CA40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50ECCCF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7F35A2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297933" w:rsidRPr="003A20AC" w14:paraId="74E70C8F" w14:textId="77777777" w:rsidTr="00D8061B">
        <w:tc>
          <w:tcPr>
            <w:tcW w:w="1441" w:type="dxa"/>
          </w:tcPr>
          <w:p w14:paraId="563959E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13AA26B" w14:textId="77777777" w:rsidR="00297933" w:rsidRPr="002569CC" w:rsidRDefault="00297933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175E937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80D70B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6A8C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0457D5C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297933" w:rsidRPr="003A20AC" w14:paraId="45815F2B" w14:textId="77777777" w:rsidTr="00D8061B">
        <w:tc>
          <w:tcPr>
            <w:tcW w:w="1441" w:type="dxa"/>
          </w:tcPr>
          <w:p w14:paraId="5ED9B77E" w14:textId="77777777" w:rsidR="00297933" w:rsidRPr="00493562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1614C31" w14:textId="77777777" w:rsidR="00297933" w:rsidRPr="00493562" w:rsidRDefault="00297933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6CB4D175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FD477A7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4FF2F23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CC03A18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297933" w:rsidRPr="00F86A6E" w14:paraId="646A1D81" w14:textId="77777777" w:rsidTr="00D8061B">
        <w:tc>
          <w:tcPr>
            <w:tcW w:w="1441" w:type="dxa"/>
          </w:tcPr>
          <w:p w14:paraId="0F2CD428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5D3CCB6" w14:textId="77777777" w:rsidR="00297933" w:rsidRPr="00F86A6E" w:rsidRDefault="00297933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9613536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34350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7A471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059D2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5FADD3E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3AEF22E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555DA" w14:textId="77777777" w:rsidR="00EE09E5" w:rsidRPr="00297933" w:rsidRDefault="00717038" w:rsidP="00297933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297933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05857" w:rsidRPr="00A75548" w14:paraId="149DD379" w14:textId="77777777" w:rsidTr="005F7CC8">
        <w:trPr>
          <w:trHeight w:hRule="exact" w:val="3402"/>
        </w:trPr>
        <w:tc>
          <w:tcPr>
            <w:tcW w:w="3341" w:type="dxa"/>
            <w:vAlign w:val="bottom"/>
          </w:tcPr>
          <w:p w14:paraId="2A4B3D46" w14:textId="77777777" w:rsidR="00205857" w:rsidRPr="00A75548" w:rsidRDefault="00205857" w:rsidP="005F7CC8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59D3DB17" wp14:editId="2F88E65C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37A7F4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1FA2B91" wp14:editId="656632D7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724A6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CB941CB" wp14:editId="0A1DBA81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5C6925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2DE7DA3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2ABFB1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0ACCDCF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70463610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91FF" w14:textId="77777777" w:rsidR="002B610F" w:rsidRDefault="002B610F">
      <w:r>
        <w:separator/>
      </w:r>
    </w:p>
  </w:endnote>
  <w:endnote w:type="continuationSeparator" w:id="0">
    <w:p w14:paraId="72D6AC3D" w14:textId="77777777" w:rsidR="002B610F" w:rsidRDefault="002B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215697" w14:textId="77777777">
      <w:tc>
        <w:tcPr>
          <w:tcW w:w="3392" w:type="dxa"/>
        </w:tcPr>
        <w:p w14:paraId="42CEE118" w14:textId="2F94C6F8" w:rsidR="007C7FFA" w:rsidRDefault="00552888" w:rsidP="00C742E4">
          <w:pPr>
            <w:pStyle w:val="Footer"/>
          </w:pPr>
          <w:r>
            <w:t>Version 0</w:t>
          </w:r>
          <w:r w:rsidR="00A1223E">
            <w:t>2</w:t>
          </w:r>
          <w:r>
            <w:t>.00</w:t>
          </w:r>
        </w:p>
      </w:tc>
      <w:tc>
        <w:tcPr>
          <w:tcW w:w="3392" w:type="dxa"/>
        </w:tcPr>
        <w:p w14:paraId="159E2A77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CFDB6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E0393A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78E04" w14:textId="77777777" w:rsidR="002B610F" w:rsidRDefault="002B610F">
      <w:r>
        <w:separator/>
      </w:r>
    </w:p>
  </w:footnote>
  <w:footnote w:type="continuationSeparator" w:id="0">
    <w:p w14:paraId="2AAFE554" w14:textId="77777777" w:rsidR="002B610F" w:rsidRDefault="002B6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9F2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BCD178" wp14:editId="1ABCC90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399D8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111.3</w:t>
    </w:r>
    <w:r w:rsidR="00864DBA">
      <w:rPr>
        <w:rFonts w:ascii="Arial" w:hAnsi="Arial"/>
        <w:b/>
        <w:lang w:val="fr-FR"/>
      </w:rPr>
      <w:t>5</w:t>
    </w:r>
    <w:r w:rsidR="006D19DA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9CAAD7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05649962">
    <w:abstractNumId w:val="16"/>
  </w:num>
  <w:num w:numId="2" w16cid:durableId="2017224752">
    <w:abstractNumId w:val="22"/>
  </w:num>
  <w:num w:numId="3" w16cid:durableId="1958635034">
    <w:abstractNumId w:val="4"/>
  </w:num>
  <w:num w:numId="4" w16cid:durableId="420680452">
    <w:abstractNumId w:val="3"/>
  </w:num>
  <w:num w:numId="5" w16cid:durableId="2078935037">
    <w:abstractNumId w:val="13"/>
  </w:num>
  <w:num w:numId="6" w16cid:durableId="1507860116">
    <w:abstractNumId w:val="15"/>
  </w:num>
  <w:num w:numId="7" w16cid:durableId="818350752">
    <w:abstractNumId w:val="6"/>
  </w:num>
  <w:num w:numId="8" w16cid:durableId="1133207917">
    <w:abstractNumId w:val="19"/>
  </w:num>
  <w:num w:numId="9" w16cid:durableId="606038003">
    <w:abstractNumId w:val="25"/>
  </w:num>
  <w:num w:numId="10" w16cid:durableId="851844942">
    <w:abstractNumId w:val="2"/>
  </w:num>
  <w:num w:numId="11" w16cid:durableId="677582393">
    <w:abstractNumId w:val="12"/>
  </w:num>
  <w:num w:numId="12" w16cid:durableId="1959141804">
    <w:abstractNumId w:val="11"/>
  </w:num>
  <w:num w:numId="13" w16cid:durableId="486702953">
    <w:abstractNumId w:val="24"/>
  </w:num>
  <w:num w:numId="14" w16cid:durableId="459421275">
    <w:abstractNumId w:val="7"/>
  </w:num>
  <w:num w:numId="15" w16cid:durableId="425927455">
    <w:abstractNumId w:val="0"/>
  </w:num>
  <w:num w:numId="16" w16cid:durableId="1124350240">
    <w:abstractNumId w:val="10"/>
  </w:num>
  <w:num w:numId="17" w16cid:durableId="336466323">
    <w:abstractNumId w:val="5"/>
  </w:num>
  <w:num w:numId="18" w16cid:durableId="469132235">
    <w:abstractNumId w:val="20"/>
  </w:num>
  <w:num w:numId="19" w16cid:durableId="409078330">
    <w:abstractNumId w:val="21"/>
  </w:num>
  <w:num w:numId="20" w16cid:durableId="658921232">
    <w:abstractNumId w:val="18"/>
  </w:num>
  <w:num w:numId="21" w16cid:durableId="1411660745">
    <w:abstractNumId w:val="17"/>
  </w:num>
  <w:num w:numId="22" w16cid:durableId="548108898">
    <w:abstractNumId w:val="14"/>
  </w:num>
  <w:num w:numId="23" w16cid:durableId="723454777">
    <w:abstractNumId w:val="23"/>
  </w:num>
  <w:num w:numId="24" w16cid:durableId="2038194857">
    <w:abstractNumId w:val="8"/>
  </w:num>
  <w:num w:numId="25" w16cid:durableId="360131840">
    <w:abstractNumId w:val="9"/>
  </w:num>
  <w:num w:numId="26" w16cid:durableId="709380468">
    <w:abstractNumId w:val="1"/>
  </w:num>
  <w:num w:numId="27" w16cid:durableId="20679414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44808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D67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1DB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97933"/>
    <w:rsid w:val="002A352C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334F"/>
    <w:rsid w:val="00383AAB"/>
    <w:rsid w:val="00390E6F"/>
    <w:rsid w:val="0039328A"/>
    <w:rsid w:val="003933E3"/>
    <w:rsid w:val="003A20AC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116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3714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223E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0344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3EBC4AB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5EAF7CE-1167-4839-9768-3C7DBFE00E64}"/>
</file>

<file path=customXml/itemProps2.xml><?xml version="1.0" encoding="utf-8"?>
<ds:datastoreItem xmlns:ds="http://schemas.openxmlformats.org/officeDocument/2006/customXml" ds:itemID="{A9025F25-74F3-4FE2-AFAF-E335281AB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13E53-D8C6-4B6E-973F-473C7BA4CFE5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1246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2023-12-18T12:40:00Z</dcterms:created>
  <dcterms:modified xsi:type="dcterms:W3CDTF">2023-12-18T14:24:00Z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